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C315B-A74C-445B-B9DF-AC3C930E92CB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